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E0733" w14:textId="5463F8CA" w:rsidR="00CB6204" w:rsidRPr="00360BC3" w:rsidRDefault="00CB6204" w:rsidP="00CB6204">
      <w:pPr>
        <w:pStyle w:val="Nagwek4"/>
        <w:rPr>
          <w:bCs/>
          <w:i w:val="0"/>
          <w:sz w:val="22"/>
          <w:szCs w:val="22"/>
        </w:rPr>
      </w:pPr>
      <w:r w:rsidRPr="00360BC3">
        <w:rPr>
          <w:bCs/>
          <w:i w:val="0"/>
          <w:sz w:val="22"/>
          <w:szCs w:val="22"/>
        </w:rPr>
        <w:t xml:space="preserve">Załącznik nr </w:t>
      </w:r>
      <w:r w:rsidR="00C723F1">
        <w:rPr>
          <w:bCs/>
          <w:i w:val="0"/>
          <w:sz w:val="22"/>
          <w:szCs w:val="22"/>
        </w:rPr>
        <w:t>4</w:t>
      </w:r>
    </w:p>
    <w:p w14:paraId="1208C84A" w14:textId="77777777" w:rsidR="00EF66F8" w:rsidRDefault="00EF66F8" w:rsidP="0000184A">
      <w:pPr>
        <w:pStyle w:val="Nagwek"/>
        <w:rPr>
          <w:sz w:val="22"/>
          <w:szCs w:val="22"/>
        </w:rPr>
      </w:pPr>
    </w:p>
    <w:p w14:paraId="56900D5F" w14:textId="77777777" w:rsidR="00EF66F8" w:rsidRDefault="00EF66F8" w:rsidP="0000184A">
      <w:pPr>
        <w:pStyle w:val="Nagwek"/>
        <w:rPr>
          <w:sz w:val="22"/>
          <w:szCs w:val="22"/>
        </w:rPr>
      </w:pPr>
    </w:p>
    <w:p w14:paraId="5ED17FC2" w14:textId="518A4F4F"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9F10FF" w:rsidRPr="009F10FF">
        <w:rPr>
          <w:b/>
          <w:sz w:val="22"/>
          <w:szCs w:val="22"/>
        </w:rPr>
        <w:t>BI.II.271.</w:t>
      </w:r>
      <w:r w:rsidR="00830E6A">
        <w:rPr>
          <w:b/>
          <w:sz w:val="22"/>
          <w:szCs w:val="22"/>
        </w:rPr>
        <w:t>2</w:t>
      </w:r>
      <w:r w:rsidR="00F54901">
        <w:rPr>
          <w:b/>
          <w:sz w:val="22"/>
          <w:szCs w:val="22"/>
        </w:rPr>
        <w:t>3</w:t>
      </w:r>
      <w:r w:rsidR="009F10FF" w:rsidRPr="009F10FF">
        <w:rPr>
          <w:b/>
          <w:sz w:val="22"/>
          <w:szCs w:val="22"/>
        </w:rPr>
        <w:t>.202</w:t>
      </w:r>
      <w:r w:rsidR="00994B3E">
        <w:rPr>
          <w:b/>
          <w:sz w:val="22"/>
          <w:szCs w:val="22"/>
        </w:rPr>
        <w:t>5</w:t>
      </w:r>
      <w:r w:rsidR="009F10FF" w:rsidRPr="009F10FF">
        <w:rPr>
          <w:b/>
          <w:sz w:val="22"/>
          <w:szCs w:val="22"/>
        </w:rPr>
        <w:t>.</w:t>
      </w:r>
      <w:r w:rsidR="00675F50">
        <w:rPr>
          <w:b/>
          <w:sz w:val="22"/>
          <w:szCs w:val="22"/>
        </w:rPr>
        <w:t>NŻ</w:t>
      </w:r>
    </w:p>
    <w:p w14:paraId="261F14A3" w14:textId="77777777" w:rsidR="00360BC3" w:rsidRDefault="00360BC3" w:rsidP="0000184A">
      <w:pPr>
        <w:pStyle w:val="Nagwek"/>
        <w:rPr>
          <w:b/>
          <w:sz w:val="22"/>
          <w:szCs w:val="22"/>
        </w:rPr>
      </w:pPr>
    </w:p>
    <w:p w14:paraId="11677EEB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4A7CBEB5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2EAD0E94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)</w:t>
      </w:r>
    </w:p>
    <w:p w14:paraId="40152207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05C72D5B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4523A21F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030F6398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006C7A04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9F10FF" w:rsidRPr="00110593" w14:paraId="521FDD85" w14:textId="77777777" w:rsidTr="000F1FE7">
        <w:tc>
          <w:tcPr>
            <w:tcW w:w="9104" w:type="dxa"/>
            <w:shd w:val="clear" w:color="auto" w:fill="D9D9D9"/>
          </w:tcPr>
          <w:p w14:paraId="5C919CFB" w14:textId="77777777" w:rsidR="009F10FF" w:rsidRPr="00110593" w:rsidRDefault="009F10FF" w:rsidP="000F1FE7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59403C7E" w14:textId="6C6176B3" w:rsidR="009F10FF" w:rsidRPr="00110593" w:rsidRDefault="009F10FF" w:rsidP="000F1FE7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9F10FF">
              <w:t xml:space="preserve">(Dz.U. </w:t>
            </w:r>
            <w:r w:rsidR="009D6811">
              <w:t xml:space="preserve">z 2024 </w:t>
            </w:r>
            <w:r w:rsidRPr="009F10FF">
              <w:t xml:space="preserve">poz. </w:t>
            </w:r>
            <w:r w:rsidR="009D6811">
              <w:t>1320</w:t>
            </w:r>
            <w:r w:rsidRPr="009F10FF">
              <w:t xml:space="preserve"> ze zm.)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Pr="00110593">
              <w:t>), dotyczące:</w:t>
            </w:r>
          </w:p>
          <w:p w14:paraId="105D896A" w14:textId="77777777" w:rsidR="009F10FF" w:rsidRPr="0043102D" w:rsidRDefault="009F10FF" w:rsidP="000F1FE7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6F6D609A" w14:textId="77777777" w:rsidR="009F10FF" w:rsidRPr="00110593" w:rsidRDefault="009F10FF" w:rsidP="000F1FE7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B820E9C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3777419A" w14:textId="77777777"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14:paraId="14B2C6A5" w14:textId="466ABFC1" w:rsidR="00F54901" w:rsidRDefault="00F54901" w:rsidP="00F54901">
      <w:pPr>
        <w:pStyle w:val="Tekstpodstawowywcity"/>
        <w:spacing w:line="360" w:lineRule="auto"/>
        <w:jc w:val="center"/>
        <w:rPr>
          <w:b/>
          <w:bCs/>
          <w:i/>
          <w:iCs/>
          <w:sz w:val="22"/>
          <w:szCs w:val="22"/>
        </w:rPr>
      </w:pPr>
      <w:r w:rsidRPr="00F54901">
        <w:rPr>
          <w:b/>
          <w:bCs/>
          <w:i/>
          <w:iCs/>
          <w:sz w:val="22"/>
          <w:szCs w:val="22"/>
        </w:rPr>
        <w:t>Szkolenia, kursy dla 21 nauczycieli wychowania przedszkolnego w ramach projektu pn. Witamy w naszej bajce - przedszkolaki z gminy Brześć  Kujawski”</w:t>
      </w:r>
    </w:p>
    <w:p w14:paraId="60F42A7C" w14:textId="25A3B711" w:rsidR="0000184A" w:rsidRPr="00830E6A" w:rsidRDefault="005E622E" w:rsidP="00830E6A">
      <w:pPr>
        <w:pStyle w:val="Tekstpodstawowywcity"/>
        <w:spacing w:line="360" w:lineRule="auto"/>
        <w:rPr>
          <w:b/>
          <w:bCs/>
          <w:i/>
          <w:iCs/>
          <w:sz w:val="22"/>
          <w:szCs w:val="22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14:paraId="120ECDF6" w14:textId="094A8C71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 xml:space="preserve">w rozumieniu ustawy z dnia 16 lutego 2007 r. </w:t>
      </w:r>
      <w:r w:rsidR="00E85FF3">
        <w:rPr>
          <w:sz w:val="22"/>
          <w:szCs w:val="22"/>
        </w:rPr>
        <w:br/>
      </w:r>
      <w:r w:rsidRPr="006E0FAA">
        <w:rPr>
          <w:sz w:val="22"/>
          <w:szCs w:val="22"/>
        </w:rPr>
        <w:t>o ochronie konkurencji i konsumentów (Dz. U. z 2020 r. poz. 1076 i 1086),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5D0013F5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670A83AE" w14:textId="77777777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196A96B6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59"/>
        <w:gridCol w:w="5777"/>
      </w:tblGrid>
      <w:tr w:rsidR="00312A4F" w:rsidRPr="00360BC3" w14:paraId="6DFCD343" w14:textId="77777777" w:rsidTr="00C37CD2">
        <w:trPr>
          <w:trHeight w:val="321"/>
        </w:trPr>
        <w:tc>
          <w:tcPr>
            <w:tcW w:w="516" w:type="dxa"/>
          </w:tcPr>
          <w:p w14:paraId="29247832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7723D2D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345CFA58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7DF423A0" w14:textId="77777777" w:rsidTr="009A4CD3">
        <w:tc>
          <w:tcPr>
            <w:tcW w:w="516" w:type="dxa"/>
          </w:tcPr>
          <w:p w14:paraId="1741B49E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4EBACDDD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6F788786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07B30EC1" w14:textId="77777777" w:rsidTr="009A4CD3">
        <w:tc>
          <w:tcPr>
            <w:tcW w:w="516" w:type="dxa"/>
          </w:tcPr>
          <w:p w14:paraId="1A07AC62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336CFDCD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77515EE9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7B49AA32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5413472F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029EBC35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1EA6E079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02FE43AD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6F76F36D" w14:textId="77777777"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4165838D" w14:textId="77777777"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6E7498CD" w14:textId="77777777"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87A90" w14:textId="77777777" w:rsidR="00B10948" w:rsidRDefault="00B10948">
      <w:r>
        <w:separator/>
      </w:r>
    </w:p>
  </w:endnote>
  <w:endnote w:type="continuationSeparator" w:id="0">
    <w:p w14:paraId="73BA4B01" w14:textId="77777777" w:rsidR="00B10948" w:rsidRDefault="00B10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4BAF8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759E5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80C4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68FBF7FA" w14:textId="3D8C4297" w:rsidR="009A4CD3" w:rsidRDefault="00E74B0D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658DF81" wp14:editId="3743C293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6BD400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"/>
          </w:pict>
        </mc:Fallback>
      </mc:AlternateContent>
    </w:r>
  </w:p>
  <w:p w14:paraId="25651926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ProPublico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86737" w14:textId="77777777" w:rsidR="00B10948" w:rsidRDefault="00B10948">
      <w:r>
        <w:separator/>
      </w:r>
    </w:p>
  </w:footnote>
  <w:footnote w:type="continuationSeparator" w:id="0">
    <w:p w14:paraId="79D25AB3" w14:textId="77777777" w:rsidR="00B10948" w:rsidRDefault="00B10948">
      <w:r>
        <w:continuationSeparator/>
      </w:r>
    </w:p>
  </w:footnote>
  <w:footnote w:id="1">
    <w:p w14:paraId="5A832530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898883">
    <w:abstractNumId w:val="13"/>
  </w:num>
  <w:num w:numId="2" w16cid:durableId="284820811">
    <w:abstractNumId w:val="0"/>
  </w:num>
  <w:num w:numId="3" w16cid:durableId="1633487212">
    <w:abstractNumId w:val="11"/>
  </w:num>
  <w:num w:numId="4" w16cid:durableId="611281639">
    <w:abstractNumId w:val="8"/>
  </w:num>
  <w:num w:numId="5" w16cid:durableId="1008498">
    <w:abstractNumId w:val="7"/>
  </w:num>
  <w:num w:numId="6" w16cid:durableId="2058313158">
    <w:abstractNumId w:val="1"/>
  </w:num>
  <w:num w:numId="7" w16cid:durableId="1189563943">
    <w:abstractNumId w:val="6"/>
  </w:num>
  <w:num w:numId="8" w16cid:durableId="552697736">
    <w:abstractNumId w:val="3"/>
  </w:num>
  <w:num w:numId="9" w16cid:durableId="1930961656">
    <w:abstractNumId w:val="2"/>
  </w:num>
  <w:num w:numId="10" w16cid:durableId="1786580975">
    <w:abstractNumId w:val="5"/>
  </w:num>
  <w:num w:numId="11" w16cid:durableId="445659329">
    <w:abstractNumId w:val="10"/>
  </w:num>
  <w:num w:numId="12" w16cid:durableId="1489010459">
    <w:abstractNumId w:val="4"/>
  </w:num>
  <w:num w:numId="13" w16cid:durableId="748189324">
    <w:abstractNumId w:val="9"/>
  </w:num>
  <w:num w:numId="14" w16cid:durableId="15858026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B6"/>
    <w:rsid w:val="0000184A"/>
    <w:rsid w:val="00012997"/>
    <w:rsid w:val="00025F54"/>
    <w:rsid w:val="00056A0D"/>
    <w:rsid w:val="000621A2"/>
    <w:rsid w:val="00062595"/>
    <w:rsid w:val="000719DC"/>
    <w:rsid w:val="00075CEC"/>
    <w:rsid w:val="0009724B"/>
    <w:rsid w:val="000E0467"/>
    <w:rsid w:val="000F2406"/>
    <w:rsid w:val="00106AC7"/>
    <w:rsid w:val="00111985"/>
    <w:rsid w:val="00147532"/>
    <w:rsid w:val="001614BA"/>
    <w:rsid w:val="00204613"/>
    <w:rsid w:val="00265553"/>
    <w:rsid w:val="002A4642"/>
    <w:rsid w:val="002B1E07"/>
    <w:rsid w:val="002C2DE7"/>
    <w:rsid w:val="002D160C"/>
    <w:rsid w:val="002D3BDF"/>
    <w:rsid w:val="003024A8"/>
    <w:rsid w:val="00307E5F"/>
    <w:rsid w:val="00312A4F"/>
    <w:rsid w:val="00336EEB"/>
    <w:rsid w:val="00344C75"/>
    <w:rsid w:val="00360BC3"/>
    <w:rsid w:val="00391697"/>
    <w:rsid w:val="003E5D20"/>
    <w:rsid w:val="003F6927"/>
    <w:rsid w:val="00401BDB"/>
    <w:rsid w:val="004103B6"/>
    <w:rsid w:val="00415097"/>
    <w:rsid w:val="00422381"/>
    <w:rsid w:val="0043102D"/>
    <w:rsid w:val="00460820"/>
    <w:rsid w:val="004704CB"/>
    <w:rsid w:val="004C55DE"/>
    <w:rsid w:val="004D5C77"/>
    <w:rsid w:val="00525196"/>
    <w:rsid w:val="00533E9F"/>
    <w:rsid w:val="0056132E"/>
    <w:rsid w:val="00583ED5"/>
    <w:rsid w:val="005A3D5F"/>
    <w:rsid w:val="005A5013"/>
    <w:rsid w:val="005C0282"/>
    <w:rsid w:val="005C3627"/>
    <w:rsid w:val="005E622E"/>
    <w:rsid w:val="00641063"/>
    <w:rsid w:val="00664D2F"/>
    <w:rsid w:val="00675F50"/>
    <w:rsid w:val="00686C95"/>
    <w:rsid w:val="00697D36"/>
    <w:rsid w:val="006B51E7"/>
    <w:rsid w:val="006C2850"/>
    <w:rsid w:val="006C58BF"/>
    <w:rsid w:val="006D68D8"/>
    <w:rsid w:val="006E0FAA"/>
    <w:rsid w:val="0070113A"/>
    <w:rsid w:val="00706E57"/>
    <w:rsid w:val="00717C68"/>
    <w:rsid w:val="00736B31"/>
    <w:rsid w:val="00747C6F"/>
    <w:rsid w:val="00753DC1"/>
    <w:rsid w:val="00775E2B"/>
    <w:rsid w:val="007823E9"/>
    <w:rsid w:val="007951AD"/>
    <w:rsid w:val="007D36CE"/>
    <w:rsid w:val="00801532"/>
    <w:rsid w:val="008024E8"/>
    <w:rsid w:val="008032C1"/>
    <w:rsid w:val="00830E6A"/>
    <w:rsid w:val="00840991"/>
    <w:rsid w:val="008460DE"/>
    <w:rsid w:val="00882E9F"/>
    <w:rsid w:val="008843C0"/>
    <w:rsid w:val="008A0D67"/>
    <w:rsid w:val="008B3C7B"/>
    <w:rsid w:val="008C2CBF"/>
    <w:rsid w:val="008D4CAF"/>
    <w:rsid w:val="008E370F"/>
    <w:rsid w:val="00952336"/>
    <w:rsid w:val="00994B3E"/>
    <w:rsid w:val="009A21D7"/>
    <w:rsid w:val="009A4A2C"/>
    <w:rsid w:val="009A4CD3"/>
    <w:rsid w:val="009D55B9"/>
    <w:rsid w:val="009D6811"/>
    <w:rsid w:val="009F10FF"/>
    <w:rsid w:val="00A24942"/>
    <w:rsid w:val="00A311C9"/>
    <w:rsid w:val="00A46EFE"/>
    <w:rsid w:val="00A807A7"/>
    <w:rsid w:val="00AB6C06"/>
    <w:rsid w:val="00AB7377"/>
    <w:rsid w:val="00AC59A5"/>
    <w:rsid w:val="00AD164D"/>
    <w:rsid w:val="00AD329C"/>
    <w:rsid w:val="00AE5953"/>
    <w:rsid w:val="00B04D14"/>
    <w:rsid w:val="00B10948"/>
    <w:rsid w:val="00B26102"/>
    <w:rsid w:val="00B45ED4"/>
    <w:rsid w:val="00B54FB4"/>
    <w:rsid w:val="00BA7DF2"/>
    <w:rsid w:val="00BE6092"/>
    <w:rsid w:val="00C24D27"/>
    <w:rsid w:val="00C25409"/>
    <w:rsid w:val="00C33407"/>
    <w:rsid w:val="00C37CD2"/>
    <w:rsid w:val="00C527C7"/>
    <w:rsid w:val="00C606B9"/>
    <w:rsid w:val="00C723F1"/>
    <w:rsid w:val="00CB6204"/>
    <w:rsid w:val="00CC527A"/>
    <w:rsid w:val="00CC71A5"/>
    <w:rsid w:val="00CD146A"/>
    <w:rsid w:val="00D26DA9"/>
    <w:rsid w:val="00D74F94"/>
    <w:rsid w:val="00DB5DED"/>
    <w:rsid w:val="00DD482A"/>
    <w:rsid w:val="00DE0396"/>
    <w:rsid w:val="00DE0405"/>
    <w:rsid w:val="00DE252B"/>
    <w:rsid w:val="00E37A20"/>
    <w:rsid w:val="00E66442"/>
    <w:rsid w:val="00E74B0D"/>
    <w:rsid w:val="00E85C59"/>
    <w:rsid w:val="00E85FF3"/>
    <w:rsid w:val="00EB5766"/>
    <w:rsid w:val="00EC667E"/>
    <w:rsid w:val="00EF66F8"/>
    <w:rsid w:val="00F247A9"/>
    <w:rsid w:val="00F46593"/>
    <w:rsid w:val="00F54901"/>
    <w:rsid w:val="00F568D6"/>
    <w:rsid w:val="00F70072"/>
    <w:rsid w:val="00FA728B"/>
    <w:rsid w:val="00FD7CCD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258267"/>
  <w15:chartTrackingRefBased/>
  <w15:docId w15:val="{478FB0A5-0B75-47BF-9F38-A12DE8C2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8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10</cp:revision>
  <cp:lastPrinted>2010-01-07T09:39:00Z</cp:lastPrinted>
  <dcterms:created xsi:type="dcterms:W3CDTF">2025-01-02T08:56:00Z</dcterms:created>
  <dcterms:modified xsi:type="dcterms:W3CDTF">2025-07-28T12:02:00Z</dcterms:modified>
</cp:coreProperties>
</file>